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AF6AAE4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BA3BD8">
        <w:rPr>
          <w:b/>
          <w:color w:val="FF5200" w:themeColor="accent2"/>
          <w:sz w:val="36"/>
          <w:szCs w:val="36"/>
        </w:rPr>
        <w:t>„</w:t>
      </w:r>
      <w:r w:rsidR="00BA3BD8" w:rsidRPr="00BA3BD8">
        <w:rPr>
          <w:b/>
          <w:color w:val="FF5200" w:themeColor="accent2"/>
          <w:sz w:val="36"/>
          <w:szCs w:val="36"/>
        </w:rPr>
        <w:t xml:space="preserve">Nákup tuhých paliv pro spalování v energetických zdrojích v obvodu </w:t>
      </w:r>
      <w:r w:rsidR="00BA3BD8" w:rsidRPr="00547FE4">
        <w:rPr>
          <w:b/>
          <w:color w:val="FF5200" w:themeColor="accent2"/>
          <w:sz w:val="36"/>
          <w:szCs w:val="36"/>
        </w:rPr>
        <w:t xml:space="preserve">OŘ Ústí nad Labem v období do </w:t>
      </w:r>
      <w:r w:rsidR="007D73FE" w:rsidRPr="00547FE4">
        <w:rPr>
          <w:b/>
          <w:color w:val="FF5200" w:themeColor="accent2"/>
          <w:sz w:val="36"/>
          <w:szCs w:val="36"/>
        </w:rPr>
        <w:t>30.04.2025“</w:t>
      </w:r>
      <w:r w:rsidR="000128D4" w:rsidRPr="00547FE4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547FE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47FE4" w:rsidRPr="00547FE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50</w:t>
      </w:r>
      <w:r w:rsidR="00A5427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</w:t>
      </w:r>
      <w:r w:rsidR="00547FE4" w:rsidRPr="00547FE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</w:t>
      </w:r>
      <w:r w:rsidR="00467156" w:rsidRPr="00547FE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2012356D" w14:textId="43E4AF70" w:rsidR="00EC18DE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9923811" w:history="1">
            <w:r w:rsidR="00EC18DE" w:rsidRPr="00E04CCD">
              <w:rPr>
                <w:rStyle w:val="Hypertextovodkaz"/>
                <w:noProof/>
              </w:rPr>
              <w:t>Kapitola 1.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Základní údaje k nabídce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_Toc159923811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4B7B0D">
              <w:rPr>
                <w:noProof/>
                <w:webHidden/>
              </w:rPr>
              <w:t>2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75984FC4" w14:textId="3EA1E205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2" w:history="1">
            <w:r w:rsidRPr="00E04CCD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7B0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3902BE" w14:textId="35D898A1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3" w:history="1">
            <w:r w:rsidRPr="00E04CCD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7B0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2B2CA1" w14:textId="17368F1D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4" w:history="1">
            <w:r w:rsidRPr="00E04CCD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7B0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5C1534" w14:textId="2C66D873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5" w:history="1">
            <w:r w:rsidRPr="00E04CCD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7B0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A610FB" w14:textId="3AF69433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6" w:history="1">
            <w:r w:rsidRPr="00E04CCD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7B0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E643A7" w14:textId="448A36AA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7" w:history="1">
            <w:r w:rsidRPr="00E04CCD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7B0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BE28AD" w14:textId="669747AE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8" w:history="1">
            <w:r w:rsidRPr="00E04CCD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 w:rsidR="0088370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7B0D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2B2180" w14:textId="243049B8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9" w:history="1">
            <w:r w:rsidRPr="00E04CCD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7B0D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B13597" w14:textId="4015CBDD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20" w:history="1">
            <w:r w:rsidRPr="00E04CCD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7B0D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61D910" w14:textId="4827E034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21" w:history="1">
            <w:r w:rsidRPr="00E04CCD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ab/>
            </w:r>
            <w:r w:rsidR="0088370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7B0D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0D13AB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59923811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19DB4827" w14:textId="77777777" w:rsidR="00FB5B7E" w:rsidRDefault="00EA444A" w:rsidP="00FB5B7E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Zastoupená </w:t>
      </w:r>
      <w:r w:rsidR="00FB5B7E">
        <w:t>Ing. Martinem Kašparem, ředitelem organizační jednotky,</w:t>
      </w:r>
    </w:p>
    <w:p w14:paraId="51E167B5" w14:textId="0C6BB37F" w:rsidR="00EA444A" w:rsidRDefault="00FB5B7E" w:rsidP="00FB5B7E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b/>
          <w:lang w:eastAsia="cs-CZ"/>
        </w:rPr>
      </w:pPr>
      <w:r>
        <w:t>na základě pověření 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010B19CF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</w:t>
      </w:r>
      <w:r w:rsidRPr="00BA3BD8">
        <w:t>veřejnou zakázku zadávanou</w:t>
      </w:r>
      <w:r w:rsidR="004C76E9" w:rsidRPr="00BA3BD8">
        <w:t xml:space="preserve"> jako </w:t>
      </w:r>
      <w:r w:rsidR="000128D4" w:rsidRPr="00BA3BD8">
        <w:rPr>
          <w:rFonts w:eastAsia="Times New Roman" w:cs="Times New Roman"/>
          <w:lang w:eastAsia="cs-CZ"/>
        </w:rPr>
        <w:t>podlimitní sektorovou veřejnou zakázku</w:t>
      </w:r>
      <w:r w:rsidRPr="00BA3BD8">
        <w:t>, jsou pravdivé</w:t>
      </w:r>
      <w:r w:rsidR="009771C9" w:rsidRPr="00BA3BD8">
        <w:t>, úplné a odpovídají skutečnosti</w:t>
      </w:r>
      <w:r w:rsidRPr="00BA3BD8">
        <w:t xml:space="preserve">. Účastník si je vědom důsledků záměrného uvedení nepravdivých údajů, které v rovině tohoto </w:t>
      </w:r>
      <w:r w:rsidR="00626DB3" w:rsidRPr="00BA3BD8">
        <w:t>výběrového</w:t>
      </w:r>
      <w:r w:rsidR="00626DB3">
        <w:t xml:space="preserve">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B30AB9F" w14:textId="638D8FB7" w:rsidR="00FB5B7E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FB5B7E">
        <w:t xml:space="preserve">: </w:t>
      </w:r>
      <w:r w:rsidR="00FB5B7E" w:rsidRPr="00FB5B7E">
        <w:rPr>
          <w:highlight w:val="green"/>
        </w:rPr>
        <w:t>[V</w:t>
      </w:r>
      <w:r w:rsidR="00FB5B7E">
        <w:rPr>
          <w:highlight w:val="green"/>
        </w:rPr>
        <w:t>YPLNÍ</w:t>
      </w:r>
      <w:r w:rsidR="00FB5B7E" w:rsidRPr="00FB5B7E">
        <w:rPr>
          <w:highlight w:val="green"/>
        </w:rPr>
        <w:t xml:space="preserve"> ÚČASTNÍK]</w:t>
      </w:r>
    </w:p>
    <w:p w14:paraId="3E27B3AA" w14:textId="622A4D30" w:rsidR="00FB5B7E" w:rsidRDefault="00FB5B7E" w:rsidP="00FB5B7E">
      <w:r>
        <w:t>DPH v Kč bez DPH</w:t>
      </w:r>
      <w:r w:rsidRPr="00FB5B7E">
        <w:t xml:space="preserve">: </w:t>
      </w:r>
      <w:r w:rsidRPr="00FB5B7E">
        <w:tab/>
      </w:r>
      <w:r w:rsidRPr="00FB5B7E">
        <w:tab/>
      </w:r>
      <w:r w:rsidRPr="00FB5B7E">
        <w:tab/>
      </w:r>
      <w:r w:rsidRPr="00FB5B7E">
        <w:rPr>
          <w:highlight w:val="green"/>
        </w:rPr>
        <w:t>[V</w:t>
      </w:r>
      <w:r>
        <w:rPr>
          <w:highlight w:val="green"/>
        </w:rPr>
        <w:t>YPLNÍ</w:t>
      </w:r>
      <w:r w:rsidRPr="00FB5B7E">
        <w:rPr>
          <w:highlight w:val="green"/>
        </w:rPr>
        <w:t xml:space="preserve"> ÚČASTNÍK]</w:t>
      </w:r>
    </w:p>
    <w:p w14:paraId="738359AB" w14:textId="0BE011B1" w:rsidR="00FB5B7E" w:rsidRDefault="00FB5B7E" w:rsidP="008B1A2C">
      <w:r>
        <w:t>Celková nabídková cena v Kč s DPH:</w:t>
      </w:r>
      <w:r>
        <w:tab/>
      </w:r>
      <w:r w:rsidRPr="00FB5B7E">
        <w:rPr>
          <w:highlight w:val="green"/>
        </w:rPr>
        <w:t xml:space="preserve"> [V</w:t>
      </w:r>
      <w:r>
        <w:rPr>
          <w:highlight w:val="green"/>
        </w:rPr>
        <w:t>YPLNÍ</w:t>
      </w:r>
      <w:r w:rsidRPr="00FB5B7E">
        <w:rPr>
          <w:highlight w:val="green"/>
        </w:rPr>
        <w:t xml:space="preserve">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A5427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A5427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59923812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5992381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59923814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59923815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4432F278" w14:textId="77777777" w:rsidR="00FB5B7E" w:rsidRDefault="00FB5B7E" w:rsidP="00E85D44">
      <w:pPr>
        <w:spacing w:after="0" w:line="240" w:lineRule="auto"/>
        <w:rPr>
          <w:rFonts w:eastAsia="Times New Roman" w:cs="Times New Roman"/>
          <w:lang w:eastAsia="cs-CZ"/>
        </w:rPr>
      </w:pPr>
      <w:r w:rsidRPr="00FB5B7E">
        <w:rPr>
          <w:rFonts w:eastAsia="Times New Roman" w:cs="Times New Roman"/>
          <w:lang w:eastAsia="cs-CZ"/>
        </w:rPr>
        <w:t>Zadavatel nepožaduje.</w:t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DBBAC7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C7CAF1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5001F0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B0BAC92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A27FBA5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BCC7DB8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E7F5471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E30827F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72A7879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E84212D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6A405E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646EE8A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DA834BB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B654F1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BFC49F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E72225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0419A2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BCA9F2B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4064A42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F88841E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A8D314E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A62A129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437C499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FC0F66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AEAB80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035801B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B444FD8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3C2C94B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2457D6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27CAACE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60DBE8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00ED5A8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4783AB5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DAF04D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DF2528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92C49D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A678174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2F2BFE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567158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F6C9A9F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67885B2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5C0A628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20A00E2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C87216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E1343D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0784914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EF95D3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F3C81D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38B897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CEC2301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106984B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939A13A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1500D1E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FE0F119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1AA133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59923816"/>
      <w:r>
        <w:lastRenderedPageBreak/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0CE6AE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  <w:r w:rsidRPr="00FB5B7E">
        <w:rPr>
          <w:rFonts w:eastAsia="Times New Roman" w:cs="Times New Roman"/>
          <w:lang w:eastAsia="cs-CZ"/>
        </w:rPr>
        <w:t>Zadavatel nepožaduje.</w:t>
      </w:r>
    </w:p>
    <w:p w14:paraId="0C9B64E9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AE0D93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0393549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3F3BE79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103C1E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B52850C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545C56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EB807F7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7717DD1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A7DD196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38BB66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093993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950FF9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A210345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698E187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9A70468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729690E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B1ACFC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C79487B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980DFF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272514C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B1BBFE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809E19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056045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CD9DC9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45D667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A79978D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6854D8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BBEA43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E545C38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A21059B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067E421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FD77CCF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87E48AD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5EFFEA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F39A105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3CC127D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554ACE6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9F9F44B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2F2120B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C4EC0C8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62EF8B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C855DB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3A4FAB4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AF7BF4C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E65F146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7FA6DAE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8D28E64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064B82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7B7B52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E9396A4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F252016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5FA43C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944F31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21CFD9B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FCF04BC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775733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05E3A3E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59923817"/>
      <w:r w:rsidRPr="000128D4">
        <w:lastRenderedPageBreak/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D467156" w14:textId="77777777" w:rsidR="00FB5B7E" w:rsidRDefault="00FB5B7E" w:rsidP="000128D4">
      <w:pPr>
        <w:spacing w:before="120" w:after="0" w:line="276" w:lineRule="auto"/>
        <w:rPr>
          <w:rFonts w:eastAsia="Times New Roman" w:cs="Times New Roman"/>
          <w:lang w:eastAsia="cs-CZ"/>
        </w:rPr>
      </w:pPr>
      <w:r w:rsidRPr="00FB5B7E">
        <w:rPr>
          <w:rFonts w:eastAsia="Times New Roman" w:cs="Times New Roman"/>
          <w:lang w:eastAsia="cs-CZ"/>
        </w:rPr>
        <w:t>Zadavatel nepožaduje.</w:t>
      </w:r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59923818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159923819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0DA32E1E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BA3BD8" w:rsidRPr="00BA3BD8">
        <w:rPr>
          <w:rFonts w:ascii="Verdana" w:hAnsi="Verdana"/>
          <w:b/>
          <w:bCs/>
        </w:rPr>
        <w:t xml:space="preserve">Nákup tuhých paliv pro spalování v energetických zdrojích v obvodu OŘ Ústí nad Labem v období do </w:t>
      </w:r>
      <w:r w:rsidR="003D266B" w:rsidRPr="003D266B">
        <w:rPr>
          <w:rFonts w:ascii="Verdana" w:hAnsi="Verdana"/>
          <w:b/>
          <w:bCs/>
        </w:rPr>
        <w:t>30.04.2025“</w:t>
      </w:r>
      <w:r>
        <w:rPr>
          <w:rFonts w:ascii="Verdana" w:hAnsi="Verdana"/>
        </w:rPr>
        <w:t xml:space="preserve">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3C75C8BF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BA3BD8" w:rsidRPr="00BA3BD8">
        <w:rPr>
          <w:rFonts w:ascii="Verdana" w:hAnsi="Verdana"/>
          <w:b/>
          <w:bCs/>
        </w:rPr>
        <w:t xml:space="preserve">Nákup tuhých paliv pro spalování v energetických zdrojích v obvodu OŘ Ústí nad Labem v období do </w:t>
      </w:r>
      <w:r w:rsidR="003D266B" w:rsidRPr="003D266B">
        <w:rPr>
          <w:rFonts w:ascii="Verdana" w:hAnsi="Verdana"/>
          <w:b/>
          <w:bCs/>
        </w:rPr>
        <w:t>30.04.2025“</w:t>
      </w:r>
      <w:r>
        <w:rPr>
          <w:rFonts w:ascii="Verdana" w:hAnsi="Verdana"/>
        </w:rPr>
        <w:t xml:space="preserve">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159923820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r w:rsidRPr="00364FF2">
        <w:rPr>
          <w:rFonts w:eastAsia="Times New Roman"/>
        </w:rPr>
        <w:t xml:space="preserve"> </w:t>
      </w:r>
      <w:bookmarkEnd w:id="12"/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4095ED9E" w14:textId="77777777" w:rsidR="00FB5B7E" w:rsidRDefault="00FB5B7E" w:rsidP="00CB377A">
      <w:pPr>
        <w:jc w:val="both"/>
        <w:rPr>
          <w:rFonts w:ascii="Verdana" w:hAnsi="Verdana"/>
        </w:rPr>
      </w:pPr>
      <w:r w:rsidRPr="00FB5B7E">
        <w:rPr>
          <w:rFonts w:ascii="Verdana" w:hAnsi="Verdana"/>
        </w:rPr>
        <w:t>Zadavatel nepožaduje.</w:t>
      </w:r>
    </w:p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1A298BF3" w14:textId="77777777" w:rsidR="00FB5B7E" w:rsidRDefault="00FB5B7E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339A721F" w14:textId="77777777" w:rsidR="00FB5B7E" w:rsidRDefault="00FB5B7E" w:rsidP="002126E7">
      <w:pPr>
        <w:rPr>
          <w:lang w:eastAsia="cs-CZ"/>
        </w:rPr>
      </w:pPr>
    </w:p>
    <w:p w14:paraId="1DD9687A" w14:textId="77777777" w:rsidR="00FB5B7E" w:rsidRDefault="00FB5B7E" w:rsidP="002126E7">
      <w:pPr>
        <w:rPr>
          <w:lang w:eastAsia="cs-CZ"/>
        </w:rPr>
      </w:pPr>
    </w:p>
    <w:p w14:paraId="1CF4A390" w14:textId="77777777" w:rsidR="00FB5B7E" w:rsidRDefault="00FB5B7E" w:rsidP="002126E7">
      <w:pPr>
        <w:rPr>
          <w:lang w:eastAsia="cs-CZ"/>
        </w:rPr>
      </w:pPr>
    </w:p>
    <w:p w14:paraId="0343352B" w14:textId="77777777" w:rsidR="00FB5B7E" w:rsidRDefault="00FB5B7E" w:rsidP="002126E7">
      <w:pPr>
        <w:rPr>
          <w:lang w:eastAsia="cs-CZ"/>
        </w:rPr>
      </w:pPr>
    </w:p>
    <w:p w14:paraId="03EC81CB" w14:textId="77777777" w:rsidR="00FB5B7E" w:rsidRDefault="00FB5B7E" w:rsidP="002126E7">
      <w:pPr>
        <w:rPr>
          <w:lang w:eastAsia="cs-CZ"/>
        </w:rPr>
      </w:pPr>
    </w:p>
    <w:p w14:paraId="4C8D67CE" w14:textId="77777777" w:rsidR="00FB5B7E" w:rsidRDefault="00FB5B7E" w:rsidP="002126E7">
      <w:pPr>
        <w:rPr>
          <w:lang w:eastAsia="cs-CZ"/>
        </w:rPr>
      </w:pPr>
    </w:p>
    <w:p w14:paraId="50F08F71" w14:textId="77777777" w:rsidR="00FB5B7E" w:rsidRDefault="00FB5B7E" w:rsidP="002126E7">
      <w:pPr>
        <w:rPr>
          <w:lang w:eastAsia="cs-CZ"/>
        </w:rPr>
      </w:pPr>
    </w:p>
    <w:p w14:paraId="37CACF83" w14:textId="77777777" w:rsidR="00FB5B7E" w:rsidRDefault="00FB5B7E" w:rsidP="002126E7">
      <w:pPr>
        <w:rPr>
          <w:lang w:eastAsia="cs-CZ"/>
        </w:rPr>
      </w:pPr>
    </w:p>
    <w:p w14:paraId="3E5050C5" w14:textId="77777777" w:rsidR="00FB5B7E" w:rsidRDefault="00FB5B7E" w:rsidP="002126E7">
      <w:pPr>
        <w:rPr>
          <w:lang w:eastAsia="cs-CZ"/>
        </w:rPr>
      </w:pPr>
    </w:p>
    <w:p w14:paraId="28BD1CDB" w14:textId="77777777" w:rsidR="00FB5B7E" w:rsidRDefault="00FB5B7E" w:rsidP="002126E7">
      <w:pPr>
        <w:rPr>
          <w:lang w:eastAsia="cs-CZ"/>
        </w:rPr>
      </w:pPr>
    </w:p>
    <w:p w14:paraId="3DB852B2" w14:textId="77777777" w:rsidR="00FB5B7E" w:rsidRDefault="00FB5B7E" w:rsidP="002126E7">
      <w:pPr>
        <w:rPr>
          <w:lang w:eastAsia="cs-CZ"/>
        </w:rPr>
      </w:pPr>
    </w:p>
    <w:p w14:paraId="0EF2B2EB" w14:textId="77777777" w:rsidR="00FB5B7E" w:rsidRDefault="00FB5B7E" w:rsidP="002126E7">
      <w:pPr>
        <w:rPr>
          <w:lang w:eastAsia="cs-CZ"/>
        </w:rPr>
      </w:pPr>
    </w:p>
    <w:p w14:paraId="502C5BCC" w14:textId="77777777" w:rsidR="00FB5B7E" w:rsidRDefault="00FB5B7E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159923821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68123018" w14:textId="77777777" w:rsidR="00FB5B7E" w:rsidRDefault="00FB5B7E" w:rsidP="006827CF">
      <w:pPr>
        <w:jc w:val="both"/>
        <w:rPr>
          <w:rFonts w:ascii="Verdana" w:hAnsi="Verdana"/>
        </w:rPr>
      </w:pPr>
      <w:r w:rsidRPr="00FB5B7E">
        <w:rPr>
          <w:rFonts w:ascii="Verdana" w:hAnsi="Verdana"/>
        </w:rPr>
        <w:t>Zadavatel nepožaduje.</w:t>
      </w:r>
    </w:p>
    <w:p w14:paraId="6EA9131E" w14:textId="77777777" w:rsidR="00FB7211" w:rsidRDefault="00FB7211" w:rsidP="002126E7">
      <w:pPr>
        <w:rPr>
          <w:lang w:eastAsia="cs-CZ"/>
        </w:rPr>
      </w:pPr>
    </w:p>
    <w:p w14:paraId="3C43EE1C" w14:textId="77777777" w:rsidR="0088370E" w:rsidRDefault="0088370E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 w:rsidRPr="0088370E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36C37"/>
    <w:rsid w:val="00341DCF"/>
    <w:rsid w:val="00354C5C"/>
    <w:rsid w:val="00357BC6"/>
    <w:rsid w:val="0036634F"/>
    <w:rsid w:val="003956C6"/>
    <w:rsid w:val="003B0281"/>
    <w:rsid w:val="003B596F"/>
    <w:rsid w:val="003D266B"/>
    <w:rsid w:val="00417301"/>
    <w:rsid w:val="00441430"/>
    <w:rsid w:val="00450F07"/>
    <w:rsid w:val="00453CD3"/>
    <w:rsid w:val="00460660"/>
    <w:rsid w:val="00467156"/>
    <w:rsid w:val="00486107"/>
    <w:rsid w:val="00487AC9"/>
    <w:rsid w:val="00491827"/>
    <w:rsid w:val="004B348C"/>
    <w:rsid w:val="004B7B0D"/>
    <w:rsid w:val="004C4399"/>
    <w:rsid w:val="004C76E9"/>
    <w:rsid w:val="004C787C"/>
    <w:rsid w:val="004D65B6"/>
    <w:rsid w:val="004E143C"/>
    <w:rsid w:val="004E3A53"/>
    <w:rsid w:val="004E7845"/>
    <w:rsid w:val="004F20BC"/>
    <w:rsid w:val="004F4B9B"/>
    <w:rsid w:val="004F69EA"/>
    <w:rsid w:val="0051019F"/>
    <w:rsid w:val="00511AB9"/>
    <w:rsid w:val="00523EA7"/>
    <w:rsid w:val="00547FE4"/>
    <w:rsid w:val="00553375"/>
    <w:rsid w:val="00557C28"/>
    <w:rsid w:val="005736B7"/>
    <w:rsid w:val="00575E5A"/>
    <w:rsid w:val="005A3BD1"/>
    <w:rsid w:val="005B219F"/>
    <w:rsid w:val="005D7E39"/>
    <w:rsid w:val="005E5A56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D73FE"/>
    <w:rsid w:val="007E4A6E"/>
    <w:rsid w:val="007F56A7"/>
    <w:rsid w:val="00807DD0"/>
    <w:rsid w:val="0084684F"/>
    <w:rsid w:val="008659F3"/>
    <w:rsid w:val="00882189"/>
    <w:rsid w:val="0088370E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3847"/>
    <w:rsid w:val="00A07EA0"/>
    <w:rsid w:val="00A327CB"/>
    <w:rsid w:val="00A54270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95996"/>
    <w:rsid w:val="00BA3BD8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52848"/>
    <w:rsid w:val="00C636FB"/>
    <w:rsid w:val="00C65E54"/>
    <w:rsid w:val="00C87B78"/>
    <w:rsid w:val="00CB377A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DF1DC5"/>
    <w:rsid w:val="00E02AAE"/>
    <w:rsid w:val="00E34137"/>
    <w:rsid w:val="00E34D19"/>
    <w:rsid w:val="00E36C4A"/>
    <w:rsid w:val="00E42808"/>
    <w:rsid w:val="00E46950"/>
    <w:rsid w:val="00E85D44"/>
    <w:rsid w:val="00EA02CF"/>
    <w:rsid w:val="00EA444A"/>
    <w:rsid w:val="00EB104F"/>
    <w:rsid w:val="00EC18DE"/>
    <w:rsid w:val="00EC3259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5B7E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336C37"/>
    <w:rsid w:val="0042266B"/>
    <w:rsid w:val="00495FA0"/>
    <w:rsid w:val="004E7845"/>
    <w:rsid w:val="005E17D6"/>
    <w:rsid w:val="005E5A56"/>
    <w:rsid w:val="00702C56"/>
    <w:rsid w:val="00845CFC"/>
    <w:rsid w:val="00964FB4"/>
    <w:rsid w:val="009B2F31"/>
    <w:rsid w:val="00A04586"/>
    <w:rsid w:val="00AE45FC"/>
    <w:rsid w:val="00C52848"/>
    <w:rsid w:val="00C65E54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97</TotalTime>
  <Pages>12</Pages>
  <Words>1559</Words>
  <Characters>9203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25</cp:revision>
  <cp:lastPrinted>2017-11-28T17:18:00Z</cp:lastPrinted>
  <dcterms:created xsi:type="dcterms:W3CDTF">2023-03-01T08:18:00Z</dcterms:created>
  <dcterms:modified xsi:type="dcterms:W3CDTF">2025-01-13T09:10:00Z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